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937321">
      <w:pPr>
        <w:pStyle w:val="Heading1"/>
      </w:pPr>
      <w:r w:rsidRPr="00937321">
        <w:t>Fi</w:t>
      </w:r>
      <w:r w:rsidR="007E0A98">
        <w:t>ș</w:t>
      </w:r>
      <w:r w:rsidRPr="00937321">
        <w:t>a 0</w:t>
      </w:r>
      <w:r w:rsidR="006E6C34">
        <w:t>6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6E6C34">
        <w:t>clase: noțiuni de bază</w:t>
      </w:r>
    </w:p>
    <w:p w:rsidR="006E6C34" w:rsidRDefault="006E6C34" w:rsidP="006E6C34">
      <w:pPr>
        <w:pStyle w:val="ListParagraph"/>
        <w:numPr>
          <w:ilvl w:val="0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rPr>
          <w:b/>
        </w:rPr>
        <w:t>Mod de definire</w:t>
      </w:r>
      <w:r w:rsidRPr="006E6C34">
        <w:t>:</w:t>
      </w:r>
      <w:r w:rsidR="003E6220">
        <w:t xml:space="preserve"> clasele sunt structuri de date asemănătoare celor construite folosind </w:t>
      </w:r>
      <w:r w:rsidR="003E6220">
        <w:rPr>
          <w:b/>
        </w:rPr>
        <w:t>struct</w:t>
      </w:r>
      <w:r w:rsidR="003E6220">
        <w:t xml:space="preserve">. </w:t>
      </w:r>
      <w:r w:rsidR="00447D12">
        <w:t>Spre deosebire de structuri (care conțin doar date) o clasă poate conține și funcții și permite operații mai complexe decât cele posibile cu o structură (moștenire și altele). Pentru a defini o clasă se folosește o construcție de forma:</w:t>
      </w:r>
    </w:p>
    <w:p w:rsidR="00535819" w:rsidRDefault="00535819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//clasă definită de utilizator</w:t>
      </w:r>
    </w:p>
    <w:p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C40E0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nume_clas</w:t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a</w:t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</w:p>
    <w:p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//definiții variabile (numite și "câ</w:t>
      </w:r>
      <w:r w:rsidR="00535819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mpuri" sau "variabile</w:t>
      </w:r>
      <w:r w:rsidRPr="00C40E0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membru")</w:t>
      </w:r>
    </w:p>
    <w:p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[modificator acces] tip nume_variabilă;</w:t>
      </w:r>
    </w:p>
    <w:p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//definiții funcții (numite și "metode" sau "funcții membru")</w:t>
      </w:r>
    </w:p>
    <w:p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[modificator acces] tip nume_funcție( [listă_parametri] ) { ... }</w:t>
      </w:r>
    </w:p>
    <w:p w:rsid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5337" w:rsidRPr="00C40E04" w:rsidRDefault="005E5337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6E6C34" w:rsidRDefault="00C40E04" w:rsidP="006E6C34">
      <w:pPr>
        <w:pStyle w:val="ListParagraph"/>
        <w:numPr>
          <w:ilvl w:val="0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rPr>
          <w:b/>
        </w:rPr>
        <w:t>Observații</w:t>
      </w:r>
      <w:r>
        <w:t>:</w:t>
      </w:r>
    </w:p>
    <w:p w:rsidR="005D736E" w:rsidRDefault="005D736E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Variabilele se declară în mod obișnuit existând posibilitatea de a folosi pentru fiecare un </w:t>
      </w:r>
      <w:r>
        <w:rPr>
          <w:b/>
        </w:rPr>
        <w:t>modificator de acces</w:t>
      </w:r>
      <w:r>
        <w:t xml:space="preserve">. Acesta precizează locul din program în care variabila </w:t>
      </w:r>
      <w:r w:rsidR="00BD3E23">
        <w:t xml:space="preserve">sau funcția </w:t>
      </w:r>
      <w:r>
        <w:t xml:space="preserve">este vizibilă, în care poate fi folosită. Modificatorii de acces disponibili </w:t>
      </w:r>
      <w:r w:rsidR="00BD3E23">
        <w:t xml:space="preserve">și semnificațiile lor </w:t>
      </w:r>
      <w:r>
        <w:t>sunt:</w:t>
      </w:r>
    </w:p>
    <w:p w:rsidR="00C40E04" w:rsidRDefault="005C3393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public</w:t>
      </w:r>
      <w:r w:rsidRPr="005C3393">
        <w:t>:</w:t>
      </w:r>
      <w:r w:rsidR="005D736E">
        <w:t xml:space="preserve"> </w:t>
      </w:r>
      <w:r w:rsidR="00BD3E23">
        <w:t>acces nelimitat</w:t>
      </w:r>
      <w:r>
        <w:t>;</w:t>
      </w:r>
    </w:p>
    <w:p w:rsidR="005C3393" w:rsidRDefault="00BD3E23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private</w:t>
      </w:r>
      <w:r>
        <w:t>: acces limitat la propria clasă;</w:t>
      </w:r>
    </w:p>
    <w:p w:rsidR="00BD3E23" w:rsidRDefault="00BD3E23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protected</w:t>
      </w:r>
      <w:r>
        <w:t>: acces limitat la propria clasă și la clasele derivate (clasele „fiu”);</w:t>
      </w:r>
    </w:p>
    <w:p w:rsidR="00BD3E23" w:rsidRDefault="00797150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internal</w:t>
      </w:r>
      <w:r>
        <w:t>: acces limitat la programul în care este definită clasa;</w:t>
      </w:r>
    </w:p>
    <w:p w:rsidR="00797150" w:rsidRDefault="00797150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protected internal</w:t>
      </w:r>
      <w:r>
        <w:t>: acces limitat la programul în care e definită clasa și la clasele derivate;</w:t>
      </w:r>
    </w:p>
    <w:p w:rsidR="00797150" w:rsidRPr="00B61250" w:rsidRDefault="00797150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  <w:rPr>
          <w:u w:val="single"/>
        </w:rPr>
      </w:pPr>
      <w:r w:rsidRPr="00B61250">
        <w:rPr>
          <w:u w:val="single"/>
        </w:rPr>
        <w:t xml:space="preserve">dacă modificatorul de acces lipsește, se consideră că este </w:t>
      </w:r>
      <w:r w:rsidRPr="00B61250">
        <w:rPr>
          <w:b/>
          <w:i/>
          <w:u w:val="single"/>
        </w:rPr>
        <w:t>private</w:t>
      </w:r>
      <w:r w:rsidRPr="00B61250">
        <w:rPr>
          <w:u w:val="single"/>
        </w:rPr>
        <w:t>.</w:t>
      </w:r>
    </w:p>
    <w:p w:rsidR="00C40E04" w:rsidRDefault="00535819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Variabilele definite într-o clasă se numesc </w:t>
      </w:r>
      <w:r>
        <w:rPr>
          <w:b/>
        </w:rPr>
        <w:t>câmpuri</w:t>
      </w:r>
      <w:r>
        <w:t xml:space="preserve"> sau </w:t>
      </w:r>
      <w:r>
        <w:rPr>
          <w:b/>
        </w:rPr>
        <w:t>variabile membru</w:t>
      </w:r>
      <w:r>
        <w:t xml:space="preserve"> (ale clasei).</w:t>
      </w:r>
    </w:p>
    <w:p w:rsidR="00535819" w:rsidRDefault="00535819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Funcțiile definite într-o clasă se numesc </w:t>
      </w:r>
      <w:r>
        <w:rPr>
          <w:b/>
        </w:rPr>
        <w:t>metode</w:t>
      </w:r>
      <w:r>
        <w:t xml:space="preserve"> sau </w:t>
      </w:r>
      <w:r w:rsidRPr="00535819">
        <w:rPr>
          <w:b/>
        </w:rPr>
        <w:t>funcții membru</w:t>
      </w:r>
      <w:r>
        <w:t>.</w:t>
      </w:r>
    </w:p>
    <w:p w:rsidR="00535819" w:rsidRDefault="00535819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După definirea clasei se pot declara variabile de tip clasă. Acestea se numesc </w:t>
      </w:r>
      <w:r>
        <w:rPr>
          <w:b/>
        </w:rPr>
        <w:t>obiecte</w:t>
      </w:r>
      <w:r>
        <w:t xml:space="preserve"> sau </w:t>
      </w:r>
      <w:r>
        <w:rPr>
          <w:b/>
        </w:rPr>
        <w:t>instanțe</w:t>
      </w:r>
      <w:r w:rsidRPr="00535819">
        <w:t xml:space="preserve"> ale clasei</w:t>
      </w:r>
      <w:r>
        <w:t>.</w:t>
      </w:r>
      <w:r w:rsidR="0070191C">
        <w:t xml:space="preserve"> Putem spune că definiția clasei este un model</w:t>
      </w:r>
      <w:r w:rsidR="007B310A">
        <w:t xml:space="preserve">, un „proiect”, </w:t>
      </w:r>
      <w:r w:rsidR="0070191C">
        <w:t xml:space="preserve">după care se construiesc în memorie aceste obiecte. Operația prin care se construiește un obiect (se alocă memorie pentru el pe baza unei clase) se numește </w:t>
      </w:r>
      <w:r w:rsidR="0070191C">
        <w:rPr>
          <w:b/>
        </w:rPr>
        <w:t>instanțiere</w:t>
      </w:r>
      <w:r w:rsidR="0070191C" w:rsidRPr="0070191C">
        <w:t xml:space="preserve"> și se face </w:t>
      </w:r>
      <w:r w:rsidR="0070191C">
        <w:t xml:space="preserve">folosind operatorul </w:t>
      </w:r>
      <w:r w:rsidR="0070191C" w:rsidRPr="007B310A">
        <w:rPr>
          <w:b/>
          <w:i/>
        </w:rPr>
        <w:t>new</w:t>
      </w:r>
      <w:r w:rsidR="0070191C">
        <w:t>.</w:t>
      </w:r>
    </w:p>
    <w:p w:rsidR="00DD5FAC" w:rsidRDefault="00DD5FAC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Având o clasă definită și un obiect construit pe baza acesteia, accesul la datele sau funcțiile obiectului se face cu construcția: </w:t>
      </w:r>
      <w:r>
        <w:rPr>
          <w:b/>
        </w:rPr>
        <w:t>nume_obiect.nume_câmp</w:t>
      </w:r>
      <w:r>
        <w:t xml:space="preserve"> sau </w:t>
      </w:r>
      <w:r>
        <w:rPr>
          <w:b/>
        </w:rPr>
        <w:t>nume_obiect.nume_metodă</w:t>
      </w:r>
      <w:r>
        <w:t>.</w:t>
      </w:r>
    </w:p>
    <w:p w:rsidR="00DD5FAC" w:rsidRDefault="00CE69E2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Într-un program C# se pot defini oricâte clase. Dacă sunt mai multe atunci una singură dintre ele va conține metoda </w:t>
      </w:r>
      <w:r>
        <w:rPr>
          <w:b/>
        </w:rPr>
        <w:t>Main</w:t>
      </w:r>
      <w:r>
        <w:t xml:space="preserve"> și aceasta se va executa prima</w:t>
      </w:r>
      <w:r w:rsidR="00872C82">
        <w:t xml:space="preserve"> (este „punctul de intrare” în program sau de pornire a programului)</w:t>
      </w:r>
      <w:r>
        <w:t>.</w:t>
      </w:r>
    </w:p>
    <w:p w:rsidR="006125A5" w:rsidRDefault="006125A5" w:rsidP="006125A5">
      <w:pPr>
        <w:tabs>
          <w:tab w:val="clear" w:pos="851"/>
          <w:tab w:val="left" w:pos="3119"/>
        </w:tabs>
        <w:spacing w:before="0" w:after="0"/>
      </w:pPr>
    </w:p>
    <w:p w:rsidR="006E6C34" w:rsidRDefault="00443D6D" w:rsidP="006E6C34">
      <w:pPr>
        <w:pStyle w:val="ListParagraph"/>
        <w:numPr>
          <w:ilvl w:val="0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851EB5">
        <w:rPr>
          <w:b/>
        </w:rPr>
        <w:t>Exempl</w:t>
      </w:r>
      <w:r w:rsidR="00594EE6">
        <w:rPr>
          <w:b/>
        </w:rPr>
        <w:t>u</w:t>
      </w:r>
      <w:r>
        <w:t>: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using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System;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class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{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 xml:space="preserve">//declarare </w:t>
      </w:r>
      <w:r w:rsidR="00B61250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campuri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public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string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nume;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int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varsta;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string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sex;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//declarare metode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public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Copil(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string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nume =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"necunoscut"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,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int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varsta = 0,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string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sex =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"necunoscut"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{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this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.nume = nume;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this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.varsta = varsta;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this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.sex = sex;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}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void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plange() {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Console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.WriteLine(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"\n"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+ nume +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 plange!"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 }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public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void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afisare() {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Console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.WriteLine(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"\nNume: 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+nume+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", varsta: 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+varsta+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", sex: 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+sex); }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}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class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Program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{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static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void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Main()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{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</w:t>
      </w:r>
      <w:bookmarkStart w:id="0" w:name="_GoBack"/>
      <w:bookmarkEnd w:id="0"/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c0;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c1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c2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"Vasile"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lastRenderedPageBreak/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c3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"Maria"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, 12);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c4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"Mia"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, 18,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"f"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c5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(varsta:22, sex: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"f"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c6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"Petre"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, sex: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"m"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//c0.nume = "Ion"; //Eroare! -&gt; c0 nu este instanțiat!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c1.nume =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"Ion"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//c1.varsta = 29; //Eroare! -&gt; câmpul "varsta" este privat!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//c0.plange(); //Eroare! -&gt; metoda "</w:t>
      </w:r>
      <w:r w:rsidR="00BB06A4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plange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" este privată!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//c0.afisare(); //Eroare! -&gt; obiectul c0 este neinstanțiat!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c1.afisare();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c2.afisare();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c3.afisare();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c4.afisare();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c5.afisare();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c6.afisare();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//gata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Console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.WriteLine(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"\n\n\n"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}</w:t>
      </w:r>
    </w:p>
    <w:p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}</w:t>
      </w:r>
    </w:p>
    <w:sectPr w:rsidR="001D08EF" w:rsidRPr="001D08EF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206" w:rsidRDefault="00A02206" w:rsidP="004F11FB">
      <w:pPr>
        <w:spacing w:before="0" w:after="0"/>
      </w:pPr>
      <w:r>
        <w:separator/>
      </w:r>
    </w:p>
  </w:endnote>
  <w:endnote w:type="continuationSeparator" w:id="0">
    <w:p w:rsidR="00A02206" w:rsidRDefault="00A02206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8C326D">
    <w:pPr>
      <w:pStyle w:val="Footer"/>
      <w:rPr>
        <w:i/>
        <w:color w:val="808080" w:themeColor="background1" w:themeShade="80"/>
      </w:rPr>
    </w:pPr>
    <w:r w:rsidRPr="008C326D"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left:0;text-align:left;margin-left:-.9pt;margin-top:-3.75pt;width:444.7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" strokecolor="#7f7f7f [1612]" strokeweight=".5pt"/>
      </w:pict>
    </w:r>
    <w:r w:rsidR="004F11FB" w:rsidRPr="007C0A95">
      <w:rPr>
        <w:i/>
        <w:color w:val="808080" w:themeColor="background1" w:themeShade="80"/>
      </w:rPr>
      <w:tab/>
    </w:r>
    <w:r w:rsidR="004F11FB" w:rsidRPr="007C0A95">
      <w:rPr>
        <w:i/>
        <w:color w:val="808080" w:themeColor="background1" w:themeShade="80"/>
      </w:rPr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B61250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B61250" w:rsidRPr="00B61250">
        <w:rPr>
          <w:i/>
          <w:noProof/>
          <w:color w:val="808080" w:themeColor="background1" w:themeShade="8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206" w:rsidRDefault="00A02206" w:rsidP="004F11FB">
      <w:pPr>
        <w:spacing w:before="0" w:after="0"/>
      </w:pPr>
      <w:r>
        <w:separator/>
      </w:r>
    </w:p>
  </w:footnote>
  <w:footnote w:type="continuationSeparator" w:id="0">
    <w:p w:rsidR="00A02206" w:rsidRDefault="00A02206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8C326D">
    <w:pPr>
      <w:pStyle w:val="Header"/>
      <w:rPr>
        <w:i/>
        <w:color w:val="808080" w:themeColor="background1" w:themeShade="80"/>
      </w:rPr>
    </w:pPr>
    <w:r w:rsidRPr="008C326D"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.9pt;margin-top:13.7pt;width:444.7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05E4F"/>
    <w:multiLevelType w:val="multilevel"/>
    <w:tmpl w:val="72103E4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4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649A5"/>
    <w:rsid w:val="000847C5"/>
    <w:rsid w:val="00090590"/>
    <w:rsid w:val="00094E6F"/>
    <w:rsid w:val="000F1B54"/>
    <w:rsid w:val="000F2A40"/>
    <w:rsid w:val="001528AD"/>
    <w:rsid w:val="00157D50"/>
    <w:rsid w:val="001630B9"/>
    <w:rsid w:val="001A38C0"/>
    <w:rsid w:val="001D08EF"/>
    <w:rsid w:val="001E32CC"/>
    <w:rsid w:val="001E7D34"/>
    <w:rsid w:val="00212844"/>
    <w:rsid w:val="00227D58"/>
    <w:rsid w:val="00230446"/>
    <w:rsid w:val="00243CD4"/>
    <w:rsid w:val="002633AC"/>
    <w:rsid w:val="00280041"/>
    <w:rsid w:val="00294074"/>
    <w:rsid w:val="003079D9"/>
    <w:rsid w:val="00347A5D"/>
    <w:rsid w:val="00363B17"/>
    <w:rsid w:val="003B454E"/>
    <w:rsid w:val="003D3DE6"/>
    <w:rsid w:val="003E6220"/>
    <w:rsid w:val="00435EDE"/>
    <w:rsid w:val="00443D6D"/>
    <w:rsid w:val="00447D12"/>
    <w:rsid w:val="00485560"/>
    <w:rsid w:val="004B3CB4"/>
    <w:rsid w:val="004F11FB"/>
    <w:rsid w:val="00535819"/>
    <w:rsid w:val="00594EE6"/>
    <w:rsid w:val="005974EA"/>
    <w:rsid w:val="005C3393"/>
    <w:rsid w:val="005D736E"/>
    <w:rsid w:val="005E3FAF"/>
    <w:rsid w:val="005E5337"/>
    <w:rsid w:val="006125A5"/>
    <w:rsid w:val="006433F1"/>
    <w:rsid w:val="0066534D"/>
    <w:rsid w:val="006B5CC1"/>
    <w:rsid w:val="006E6C34"/>
    <w:rsid w:val="006F7D14"/>
    <w:rsid w:val="0070191C"/>
    <w:rsid w:val="00746166"/>
    <w:rsid w:val="00797150"/>
    <w:rsid w:val="007A38FB"/>
    <w:rsid w:val="007B310A"/>
    <w:rsid w:val="007C0A95"/>
    <w:rsid w:val="007E0A98"/>
    <w:rsid w:val="007E3620"/>
    <w:rsid w:val="007E4030"/>
    <w:rsid w:val="008156CE"/>
    <w:rsid w:val="008176B0"/>
    <w:rsid w:val="00821FC0"/>
    <w:rsid w:val="0082545A"/>
    <w:rsid w:val="00851EB5"/>
    <w:rsid w:val="00872C82"/>
    <w:rsid w:val="00885E9B"/>
    <w:rsid w:val="008B02F5"/>
    <w:rsid w:val="008C027A"/>
    <w:rsid w:val="008C326D"/>
    <w:rsid w:val="008C6307"/>
    <w:rsid w:val="00937321"/>
    <w:rsid w:val="00960B78"/>
    <w:rsid w:val="009F7552"/>
    <w:rsid w:val="00A02206"/>
    <w:rsid w:val="00A81A01"/>
    <w:rsid w:val="00B031FB"/>
    <w:rsid w:val="00B61250"/>
    <w:rsid w:val="00BB06A4"/>
    <w:rsid w:val="00BD3E23"/>
    <w:rsid w:val="00BE0E2F"/>
    <w:rsid w:val="00C029E7"/>
    <w:rsid w:val="00C40E04"/>
    <w:rsid w:val="00C46570"/>
    <w:rsid w:val="00C94B2A"/>
    <w:rsid w:val="00CA31E3"/>
    <w:rsid w:val="00CB7FC6"/>
    <w:rsid w:val="00CC1D9B"/>
    <w:rsid w:val="00CD59E6"/>
    <w:rsid w:val="00CE69E2"/>
    <w:rsid w:val="00D05988"/>
    <w:rsid w:val="00D143F9"/>
    <w:rsid w:val="00D301D5"/>
    <w:rsid w:val="00D66572"/>
    <w:rsid w:val="00DC5715"/>
    <w:rsid w:val="00DD5FAC"/>
    <w:rsid w:val="00E459FA"/>
    <w:rsid w:val="00E812C3"/>
    <w:rsid w:val="00EA49D7"/>
    <w:rsid w:val="00EB25BB"/>
    <w:rsid w:val="00EB7EDB"/>
    <w:rsid w:val="00F13772"/>
    <w:rsid w:val="00F37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A658728-CC12-418C-934A-30DCFFA041A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13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user</cp:lastModifiedBy>
  <cp:revision>11</cp:revision>
  <cp:lastPrinted>2013-09-19T07:08:00Z</cp:lastPrinted>
  <dcterms:created xsi:type="dcterms:W3CDTF">2013-10-23T08:48:00Z</dcterms:created>
  <dcterms:modified xsi:type="dcterms:W3CDTF">2016-05-30T21:58:00Z</dcterms:modified>
</cp:coreProperties>
</file>